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0C860" w14:textId="77777777" w:rsidR="006E5D65" w:rsidRPr="009A532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A532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CD6897" w:rsidRPr="009A5320">
        <w:rPr>
          <w:rFonts w:ascii="Corbel" w:hAnsi="Corbel"/>
          <w:b/>
          <w:bCs/>
          <w:sz w:val="24"/>
          <w:szCs w:val="24"/>
        </w:rPr>
        <w:tab/>
      </w:r>
      <w:r w:rsidR="00D8678B" w:rsidRPr="009A532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A5320">
        <w:rPr>
          <w:rFonts w:ascii="Corbel" w:hAnsi="Corbel"/>
          <w:bCs/>
          <w:i/>
          <w:sz w:val="24"/>
          <w:szCs w:val="24"/>
        </w:rPr>
        <w:t>1.5</w:t>
      </w:r>
      <w:r w:rsidR="00D8678B" w:rsidRPr="009A532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A532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A532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A5320">
        <w:rPr>
          <w:rFonts w:ascii="Corbel" w:hAnsi="Corbel"/>
          <w:bCs/>
          <w:i/>
          <w:sz w:val="24"/>
          <w:szCs w:val="24"/>
        </w:rPr>
        <w:t>12/2019</w:t>
      </w:r>
    </w:p>
    <w:p w14:paraId="0D43C493" w14:textId="77777777" w:rsidR="0085747A" w:rsidRPr="009A532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5320">
        <w:rPr>
          <w:rFonts w:ascii="Corbel" w:hAnsi="Corbel"/>
          <w:b/>
          <w:smallCaps/>
          <w:sz w:val="24"/>
          <w:szCs w:val="24"/>
        </w:rPr>
        <w:t>SYLABUS</w:t>
      </w:r>
    </w:p>
    <w:p w14:paraId="7BD8E9A2" w14:textId="77777777" w:rsidR="0085747A" w:rsidRPr="009A532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A532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A5320">
        <w:rPr>
          <w:rFonts w:ascii="Corbel" w:hAnsi="Corbel"/>
          <w:b/>
          <w:smallCaps/>
          <w:sz w:val="24"/>
          <w:szCs w:val="24"/>
        </w:rPr>
        <w:t xml:space="preserve">  </w:t>
      </w:r>
      <w:r w:rsidR="008B1873">
        <w:rPr>
          <w:rFonts w:ascii="Corbel" w:hAnsi="Corbel"/>
          <w:i/>
          <w:smallCaps/>
          <w:sz w:val="24"/>
          <w:szCs w:val="24"/>
        </w:rPr>
        <w:t>2021–2024</w:t>
      </w:r>
    </w:p>
    <w:p w14:paraId="4B87DF75" w14:textId="77777777" w:rsidR="0085747A" w:rsidRPr="009A532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B1873">
        <w:rPr>
          <w:rFonts w:ascii="Corbel" w:hAnsi="Corbel"/>
          <w:i/>
          <w:sz w:val="24"/>
          <w:szCs w:val="24"/>
        </w:rPr>
        <w:tab/>
      </w:r>
      <w:r w:rsidR="0085747A" w:rsidRPr="009A5320">
        <w:rPr>
          <w:rFonts w:ascii="Corbel" w:hAnsi="Corbel"/>
          <w:i/>
          <w:sz w:val="24"/>
          <w:szCs w:val="24"/>
        </w:rPr>
        <w:t>(skrajne daty</w:t>
      </w:r>
      <w:r w:rsidR="0085747A" w:rsidRPr="009A5320">
        <w:rPr>
          <w:rFonts w:ascii="Corbel" w:hAnsi="Corbel"/>
          <w:sz w:val="24"/>
          <w:szCs w:val="24"/>
        </w:rPr>
        <w:t>)</w:t>
      </w:r>
    </w:p>
    <w:p w14:paraId="3694608C" w14:textId="77777777" w:rsidR="00445970" w:rsidRPr="009A532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="009A5320" w:rsidRPr="009A5320">
        <w:rPr>
          <w:rFonts w:ascii="Corbel" w:hAnsi="Corbel"/>
          <w:sz w:val="24"/>
          <w:szCs w:val="24"/>
        </w:rPr>
        <w:t xml:space="preserve">Rok akademicki </w:t>
      </w:r>
      <w:r w:rsidR="008B1873">
        <w:rPr>
          <w:rFonts w:ascii="Corbel" w:hAnsi="Corbel"/>
          <w:sz w:val="20"/>
          <w:szCs w:val="20"/>
        </w:rPr>
        <w:t>2023/2024</w:t>
      </w:r>
    </w:p>
    <w:p w14:paraId="7548BAEA" w14:textId="77777777" w:rsidR="0085747A" w:rsidRPr="009A53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379DF8" w14:textId="77777777" w:rsidR="0085747A" w:rsidRPr="009A53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5320">
        <w:rPr>
          <w:rFonts w:ascii="Corbel" w:hAnsi="Corbel"/>
          <w:szCs w:val="24"/>
        </w:rPr>
        <w:t xml:space="preserve">1. </w:t>
      </w:r>
      <w:r w:rsidR="0085747A" w:rsidRPr="009A5320">
        <w:rPr>
          <w:rFonts w:ascii="Corbel" w:hAnsi="Corbel"/>
          <w:szCs w:val="24"/>
        </w:rPr>
        <w:t xml:space="preserve">Podstawowe </w:t>
      </w:r>
      <w:r w:rsidR="00445970" w:rsidRPr="009A53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5320" w14:paraId="6DB02E5A" w14:textId="77777777" w:rsidTr="001C1ADE">
        <w:tc>
          <w:tcPr>
            <w:tcW w:w="2694" w:type="dxa"/>
            <w:vAlign w:val="center"/>
          </w:tcPr>
          <w:p w14:paraId="2AB3E96B" w14:textId="77777777" w:rsidR="0085747A" w:rsidRPr="009A53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0E7BCC" w14:textId="77777777" w:rsidR="0085747A" w:rsidRPr="008B1873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B1873">
              <w:rPr>
                <w:rFonts w:ascii="Corbel" w:hAnsi="Corbel"/>
                <w:sz w:val="24"/>
                <w:szCs w:val="24"/>
              </w:rPr>
              <w:t>Demografia</w:t>
            </w:r>
          </w:p>
        </w:tc>
      </w:tr>
      <w:tr w:rsidR="0085747A" w:rsidRPr="009A5320" w14:paraId="002C9EBD" w14:textId="77777777" w:rsidTr="001C1ADE">
        <w:tc>
          <w:tcPr>
            <w:tcW w:w="2694" w:type="dxa"/>
            <w:vAlign w:val="center"/>
          </w:tcPr>
          <w:p w14:paraId="1AEF2C75" w14:textId="77777777" w:rsidR="0085747A" w:rsidRPr="009A53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893E6C" w14:textId="77777777" w:rsidR="0085747A" w:rsidRPr="009A5320" w:rsidRDefault="003C1B86" w:rsidP="007621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76214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A5320" w14:paraId="28C967BD" w14:textId="77777777" w:rsidTr="001C1ADE">
        <w:tc>
          <w:tcPr>
            <w:tcW w:w="2694" w:type="dxa"/>
            <w:vAlign w:val="center"/>
          </w:tcPr>
          <w:p w14:paraId="4AD2628B" w14:textId="77777777" w:rsidR="0085747A" w:rsidRPr="009A532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A53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1B5CF2" w14:textId="77777777"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5320" w14:paraId="52787850" w14:textId="77777777" w:rsidTr="001C1ADE">
        <w:tc>
          <w:tcPr>
            <w:tcW w:w="2694" w:type="dxa"/>
            <w:vAlign w:val="center"/>
          </w:tcPr>
          <w:p w14:paraId="519D7D80" w14:textId="77777777" w:rsidR="0085747A" w:rsidRPr="009A53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E4680D" w14:textId="77777777"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5320" w14:paraId="7DE685F7" w14:textId="77777777" w:rsidTr="001C1ADE">
        <w:tc>
          <w:tcPr>
            <w:tcW w:w="2694" w:type="dxa"/>
            <w:vAlign w:val="center"/>
          </w:tcPr>
          <w:p w14:paraId="72AC7ABD" w14:textId="77777777" w:rsidR="0085747A" w:rsidRPr="009A53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ED9128" w14:textId="77777777" w:rsidR="0085747A" w:rsidRPr="009A5320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A5320" w14:paraId="5F954FD1" w14:textId="77777777" w:rsidTr="001C1ADE">
        <w:tc>
          <w:tcPr>
            <w:tcW w:w="2694" w:type="dxa"/>
            <w:vAlign w:val="center"/>
          </w:tcPr>
          <w:p w14:paraId="0FAE5E27" w14:textId="77777777" w:rsidR="0085747A" w:rsidRPr="009A53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5EB6BD" w14:textId="77777777" w:rsidR="0085747A" w:rsidRPr="009A5320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3C1B86" w:rsidRPr="009A5320" w14:paraId="27F5EE80" w14:textId="77777777" w:rsidTr="001C1ADE">
        <w:tc>
          <w:tcPr>
            <w:tcW w:w="2694" w:type="dxa"/>
            <w:vAlign w:val="center"/>
          </w:tcPr>
          <w:p w14:paraId="7E23F8FC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13E99C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3C1B86" w:rsidRPr="009A5320" w14:paraId="253099B7" w14:textId="77777777" w:rsidTr="001C1ADE">
        <w:tc>
          <w:tcPr>
            <w:tcW w:w="2694" w:type="dxa"/>
            <w:vAlign w:val="center"/>
          </w:tcPr>
          <w:p w14:paraId="20CB5C66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A47BDD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3C1B86" w:rsidRPr="009A5320" w14:paraId="03B56AEF" w14:textId="77777777" w:rsidTr="001C1ADE">
        <w:tc>
          <w:tcPr>
            <w:tcW w:w="2694" w:type="dxa"/>
            <w:vAlign w:val="center"/>
          </w:tcPr>
          <w:p w14:paraId="5485BF72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A0E5A92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Rok 3, semestr V</w:t>
            </w:r>
          </w:p>
        </w:tc>
      </w:tr>
      <w:tr w:rsidR="003C1B86" w:rsidRPr="009A5320" w14:paraId="197AFEBA" w14:textId="77777777" w:rsidTr="001C1ADE">
        <w:tc>
          <w:tcPr>
            <w:tcW w:w="2694" w:type="dxa"/>
            <w:vAlign w:val="center"/>
          </w:tcPr>
          <w:p w14:paraId="61D408C5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616561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="003C1B86" w:rsidRPr="009A5320" w14:paraId="4DCAF634" w14:textId="77777777" w:rsidTr="001C1ADE">
        <w:tc>
          <w:tcPr>
            <w:tcW w:w="2694" w:type="dxa"/>
            <w:vAlign w:val="center"/>
          </w:tcPr>
          <w:p w14:paraId="1E8AD9CC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D231BD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9A5320" w14:paraId="01725242" w14:textId="77777777" w:rsidTr="001C1ADE">
        <w:tc>
          <w:tcPr>
            <w:tcW w:w="2694" w:type="dxa"/>
            <w:vAlign w:val="center"/>
          </w:tcPr>
          <w:p w14:paraId="7E53FADC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CBBF2E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3C1B86" w:rsidRPr="009A5320" w14:paraId="18DF248C" w14:textId="77777777" w:rsidTr="001C1ADE">
        <w:tc>
          <w:tcPr>
            <w:tcW w:w="2694" w:type="dxa"/>
            <w:vAlign w:val="center"/>
          </w:tcPr>
          <w:p w14:paraId="19CA5BE9" w14:textId="77777777" w:rsidR="003C1B86" w:rsidRPr="009A532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34BA63" w14:textId="77777777" w:rsidR="003C1B86" w:rsidRPr="009A532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14:paraId="4389D003" w14:textId="77777777" w:rsidR="0085747A" w:rsidRPr="009A53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* </w:t>
      </w:r>
      <w:r w:rsidRPr="009A5320">
        <w:rPr>
          <w:rFonts w:ascii="Corbel" w:hAnsi="Corbel"/>
          <w:i/>
          <w:sz w:val="24"/>
          <w:szCs w:val="24"/>
        </w:rPr>
        <w:t>-</w:t>
      </w:r>
      <w:r w:rsidR="00B90885" w:rsidRPr="009A53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5320">
        <w:rPr>
          <w:rFonts w:ascii="Corbel" w:hAnsi="Corbel"/>
          <w:b w:val="0"/>
          <w:sz w:val="24"/>
          <w:szCs w:val="24"/>
        </w:rPr>
        <w:t>e,</w:t>
      </w:r>
      <w:r w:rsidRPr="009A5320">
        <w:rPr>
          <w:rFonts w:ascii="Corbel" w:hAnsi="Corbel"/>
          <w:i/>
          <w:sz w:val="24"/>
          <w:szCs w:val="24"/>
        </w:rPr>
        <w:t xml:space="preserve"> </w:t>
      </w:r>
      <w:r w:rsidRPr="009A53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5320">
        <w:rPr>
          <w:rFonts w:ascii="Corbel" w:hAnsi="Corbel"/>
          <w:b w:val="0"/>
          <w:i/>
          <w:sz w:val="24"/>
          <w:szCs w:val="24"/>
        </w:rPr>
        <w:t>w Jednostce</w:t>
      </w:r>
    </w:p>
    <w:p w14:paraId="18FDDE51" w14:textId="77777777" w:rsidR="0085747A" w:rsidRPr="009A53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>1.</w:t>
      </w:r>
      <w:r w:rsidR="00E22FBC" w:rsidRPr="009A5320">
        <w:rPr>
          <w:rFonts w:ascii="Corbel" w:hAnsi="Corbel"/>
          <w:sz w:val="24"/>
          <w:szCs w:val="24"/>
        </w:rPr>
        <w:t>1</w:t>
      </w:r>
      <w:r w:rsidRPr="009A53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4695B4" w14:textId="77777777" w:rsidR="00923D7D" w:rsidRPr="009A53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5320" w14:paraId="265DB449" w14:textId="77777777" w:rsidTr="008B18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F0C8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Semestr</w:t>
            </w:r>
          </w:p>
          <w:p w14:paraId="2DC7130E" w14:textId="77777777" w:rsidR="00015B8F" w:rsidRPr="009A5320" w:rsidRDefault="002B5EA0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(</w:t>
            </w:r>
            <w:r w:rsidR="00363F78" w:rsidRPr="009A53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D73A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Wykł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AF6D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BCE5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Konw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5DEE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4AE7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Sem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58C9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DAD4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Prakt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DF9D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79C0" w14:textId="77777777" w:rsidR="00015B8F" w:rsidRPr="009A5320" w:rsidRDefault="00015B8F" w:rsidP="008B18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320">
              <w:rPr>
                <w:rFonts w:ascii="Corbel" w:hAnsi="Corbel"/>
                <w:b/>
                <w:szCs w:val="24"/>
              </w:rPr>
              <w:t>Liczba pkt</w:t>
            </w:r>
            <w:r w:rsidR="00B90885" w:rsidRPr="009A5320">
              <w:rPr>
                <w:rFonts w:ascii="Corbel" w:hAnsi="Corbel"/>
                <w:b/>
                <w:szCs w:val="24"/>
              </w:rPr>
              <w:t>.</w:t>
            </w:r>
            <w:r w:rsidRPr="009A53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5320" w14:paraId="10D82F62" w14:textId="77777777" w:rsidTr="008B18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1FD2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AA30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A052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3C10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F63A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BC53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B143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53DF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6782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A35E" w14:textId="77777777" w:rsidR="00015B8F" w:rsidRPr="009A5320" w:rsidRDefault="003C1B86" w:rsidP="008B18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9E7B19" w14:textId="77777777" w:rsidR="00923D7D" w:rsidRPr="009A532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E54645" w14:textId="77777777" w:rsidR="0085747A" w:rsidRPr="009A53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>1.</w:t>
      </w:r>
      <w:r w:rsidR="00E22FBC" w:rsidRPr="009A5320">
        <w:rPr>
          <w:rFonts w:ascii="Corbel" w:hAnsi="Corbel"/>
          <w:smallCaps w:val="0"/>
          <w:szCs w:val="24"/>
        </w:rPr>
        <w:t>2</w:t>
      </w:r>
      <w:r w:rsidR="00F83B28" w:rsidRPr="009A5320">
        <w:rPr>
          <w:rFonts w:ascii="Corbel" w:hAnsi="Corbel"/>
          <w:smallCaps w:val="0"/>
          <w:szCs w:val="24"/>
        </w:rPr>
        <w:t>.</w:t>
      </w:r>
      <w:r w:rsidR="00F83B28" w:rsidRPr="009A5320">
        <w:rPr>
          <w:rFonts w:ascii="Corbel" w:hAnsi="Corbel"/>
          <w:smallCaps w:val="0"/>
          <w:szCs w:val="24"/>
        </w:rPr>
        <w:tab/>
      </w:r>
      <w:r w:rsidRPr="009A5320">
        <w:rPr>
          <w:rFonts w:ascii="Corbel" w:hAnsi="Corbel"/>
          <w:smallCaps w:val="0"/>
          <w:szCs w:val="24"/>
        </w:rPr>
        <w:t xml:space="preserve">Sposób realizacji zajęć  </w:t>
      </w:r>
    </w:p>
    <w:p w14:paraId="78C5BD40" w14:textId="77777777" w:rsidR="008B1873" w:rsidRDefault="008B187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54FA2793" w14:textId="77777777" w:rsidR="0085747A" w:rsidRPr="009A532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eastAsia="MS Gothic" w:hAnsi="Corbel" w:cs="MS Gothic"/>
          <w:i/>
          <w:szCs w:val="24"/>
        </w:rPr>
        <w:t>X</w:t>
      </w:r>
      <w:r w:rsidR="0085747A" w:rsidRPr="009A532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CD1ED3" w14:textId="77777777" w:rsidR="0085747A" w:rsidRPr="009A53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5320">
        <w:rPr>
          <w:rFonts w:ascii="MS Gothic" w:eastAsia="MS Gothic" w:hAnsi="MS Gothic" w:cs="MS Gothic" w:hint="eastAsia"/>
          <w:b w:val="0"/>
          <w:szCs w:val="24"/>
        </w:rPr>
        <w:t>☐</w:t>
      </w:r>
      <w:r w:rsidRPr="009A53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245820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558470" w14:textId="77777777" w:rsidR="00E22FBC" w:rsidRPr="009A53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1.3 </w:t>
      </w:r>
      <w:r w:rsidR="00F83B28" w:rsidRPr="009A5320">
        <w:rPr>
          <w:rFonts w:ascii="Corbel" w:hAnsi="Corbel"/>
          <w:smallCaps w:val="0"/>
          <w:szCs w:val="24"/>
        </w:rPr>
        <w:tab/>
      </w:r>
      <w:r w:rsidRPr="009A5320">
        <w:rPr>
          <w:rFonts w:ascii="Corbel" w:hAnsi="Corbel"/>
          <w:smallCaps w:val="0"/>
          <w:szCs w:val="24"/>
        </w:rPr>
        <w:t>For</w:t>
      </w:r>
      <w:r w:rsidR="00445970" w:rsidRPr="009A5320">
        <w:rPr>
          <w:rFonts w:ascii="Corbel" w:hAnsi="Corbel"/>
          <w:smallCaps w:val="0"/>
          <w:szCs w:val="24"/>
        </w:rPr>
        <w:t xml:space="preserve">ma zaliczenia przedmiotu </w:t>
      </w:r>
      <w:r w:rsidRPr="009A5320">
        <w:rPr>
          <w:rFonts w:ascii="Corbel" w:hAnsi="Corbel"/>
          <w:smallCaps w:val="0"/>
          <w:szCs w:val="24"/>
        </w:rPr>
        <w:t xml:space="preserve"> (z toku) </w:t>
      </w:r>
      <w:r w:rsidRPr="009A53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69B19" w14:textId="77777777" w:rsidR="008B1873" w:rsidRDefault="008B18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38E2D4" w14:textId="77777777" w:rsidR="00E960BB" w:rsidRPr="009A5320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5320">
        <w:rPr>
          <w:rFonts w:ascii="Corbel" w:hAnsi="Corbel"/>
          <w:b w:val="0"/>
          <w:szCs w:val="24"/>
        </w:rPr>
        <w:t>zaliczenie z oceną</w:t>
      </w:r>
    </w:p>
    <w:p w14:paraId="6262A333" w14:textId="77777777" w:rsidR="003C1B86" w:rsidRPr="009A5320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BC09A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5320">
        <w:rPr>
          <w:rFonts w:ascii="Corbel" w:hAnsi="Corbel"/>
          <w:szCs w:val="24"/>
        </w:rPr>
        <w:t xml:space="preserve">2.Wymagania wstępne </w:t>
      </w:r>
    </w:p>
    <w:p w14:paraId="2CB8D56C" w14:textId="77777777" w:rsidR="008B1873" w:rsidRPr="009A5320" w:rsidRDefault="008B187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5320" w14:paraId="409A34DA" w14:textId="77777777" w:rsidTr="00745302">
        <w:tc>
          <w:tcPr>
            <w:tcW w:w="9670" w:type="dxa"/>
          </w:tcPr>
          <w:p w14:paraId="49E06547" w14:textId="77777777" w:rsidR="0085747A" w:rsidRPr="009A5320" w:rsidRDefault="009A532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geografii w zakresie szkoły średniej</w:t>
            </w:r>
          </w:p>
        </w:tc>
      </w:tr>
    </w:tbl>
    <w:p w14:paraId="76EA63C9" w14:textId="77777777" w:rsidR="00153C41" w:rsidRPr="009A53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0318FF" w14:textId="77777777" w:rsidR="0085747A" w:rsidRPr="009A53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5320">
        <w:rPr>
          <w:rFonts w:ascii="Corbel" w:hAnsi="Corbel"/>
          <w:szCs w:val="24"/>
        </w:rPr>
        <w:lastRenderedPageBreak/>
        <w:t>3.</w:t>
      </w:r>
      <w:r w:rsidR="0085747A" w:rsidRPr="009A5320">
        <w:rPr>
          <w:rFonts w:ascii="Corbel" w:hAnsi="Corbel"/>
          <w:szCs w:val="24"/>
        </w:rPr>
        <w:t xml:space="preserve"> </w:t>
      </w:r>
      <w:r w:rsidR="00A84C85" w:rsidRPr="009A5320">
        <w:rPr>
          <w:rFonts w:ascii="Corbel" w:hAnsi="Corbel"/>
          <w:szCs w:val="24"/>
        </w:rPr>
        <w:t>cele, efekty uczenia się</w:t>
      </w:r>
      <w:r w:rsidR="0085747A" w:rsidRPr="009A5320">
        <w:rPr>
          <w:rFonts w:ascii="Corbel" w:hAnsi="Corbel"/>
          <w:szCs w:val="24"/>
        </w:rPr>
        <w:t xml:space="preserve"> , treści Programowe i stosowane metody Dydaktyczne</w:t>
      </w:r>
    </w:p>
    <w:p w14:paraId="26E2B598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5D6295" w14:textId="77777777" w:rsidR="0085747A" w:rsidRPr="009A53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3.1 </w:t>
      </w:r>
      <w:r w:rsidR="00C05F44" w:rsidRPr="009A5320">
        <w:rPr>
          <w:rFonts w:ascii="Corbel" w:hAnsi="Corbel"/>
          <w:sz w:val="24"/>
          <w:szCs w:val="24"/>
        </w:rPr>
        <w:t>Cele przedmiotu</w:t>
      </w:r>
    </w:p>
    <w:p w14:paraId="339BCA38" w14:textId="77777777" w:rsidR="00F83B28" w:rsidRPr="009A53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C1ADE" w:rsidRPr="009A5320" w14:paraId="60CB499A" w14:textId="77777777" w:rsidTr="002A1836">
        <w:tc>
          <w:tcPr>
            <w:tcW w:w="851" w:type="dxa"/>
            <w:vAlign w:val="center"/>
          </w:tcPr>
          <w:p w14:paraId="7AA982E2" w14:textId="77777777" w:rsidR="001C1ADE" w:rsidRPr="009A5320" w:rsidRDefault="001C1A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40F0F50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Zapoznanie studentów z podstawowymi pojęciami z zakresu demografii.</w:t>
            </w:r>
          </w:p>
        </w:tc>
      </w:tr>
      <w:tr w:rsidR="001C1ADE" w:rsidRPr="009A5320" w14:paraId="3C15E460" w14:textId="77777777" w:rsidTr="002A1836">
        <w:tc>
          <w:tcPr>
            <w:tcW w:w="851" w:type="dxa"/>
            <w:vAlign w:val="center"/>
          </w:tcPr>
          <w:p w14:paraId="71D3751B" w14:textId="77777777" w:rsidR="001C1ADE" w:rsidRPr="009A5320" w:rsidRDefault="001C1A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84076AE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świecie.</w:t>
            </w:r>
          </w:p>
        </w:tc>
      </w:tr>
    </w:tbl>
    <w:p w14:paraId="2EE717AF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84621F" w14:textId="77777777" w:rsidR="001D7B54" w:rsidRPr="009A532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 xml:space="preserve">3.2 </w:t>
      </w:r>
      <w:r w:rsidR="001D7B54" w:rsidRPr="009A5320">
        <w:rPr>
          <w:rFonts w:ascii="Corbel" w:hAnsi="Corbel"/>
          <w:b/>
          <w:sz w:val="24"/>
          <w:szCs w:val="24"/>
        </w:rPr>
        <w:t xml:space="preserve">Efekty </w:t>
      </w:r>
      <w:r w:rsidR="00C05F44" w:rsidRPr="009A53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5320">
        <w:rPr>
          <w:rFonts w:ascii="Corbel" w:hAnsi="Corbel"/>
          <w:b/>
          <w:sz w:val="24"/>
          <w:szCs w:val="24"/>
        </w:rPr>
        <w:t>dla przedmiotu</w:t>
      </w:r>
      <w:r w:rsidR="00445970" w:rsidRPr="009A5320">
        <w:rPr>
          <w:rFonts w:ascii="Corbel" w:hAnsi="Corbel"/>
          <w:sz w:val="24"/>
          <w:szCs w:val="24"/>
        </w:rPr>
        <w:t xml:space="preserve"> </w:t>
      </w:r>
    </w:p>
    <w:p w14:paraId="5BB53F63" w14:textId="77777777" w:rsidR="001D7B54" w:rsidRPr="009A532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A5320" w14:paraId="3E2DC8E3" w14:textId="77777777" w:rsidTr="0071620A">
        <w:tc>
          <w:tcPr>
            <w:tcW w:w="1701" w:type="dxa"/>
            <w:vAlign w:val="center"/>
          </w:tcPr>
          <w:p w14:paraId="534DAA2E" w14:textId="77777777" w:rsidR="0085747A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53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53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869228" w14:textId="77777777" w:rsidR="0085747A" w:rsidRPr="009A53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A1F480" w14:textId="77777777" w:rsidR="0085747A" w:rsidRPr="009A53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A53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A5320" w14:paraId="7FBB4A0D" w14:textId="77777777" w:rsidTr="005E6E85">
        <w:tc>
          <w:tcPr>
            <w:tcW w:w="1701" w:type="dxa"/>
          </w:tcPr>
          <w:p w14:paraId="7D808600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A1B086" w14:textId="77777777"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Student zna i rozumie zjawiska i procesy demograficzne ważne z perspektywy pracy socjalnej</w:t>
            </w:r>
          </w:p>
        </w:tc>
        <w:tc>
          <w:tcPr>
            <w:tcW w:w="1873" w:type="dxa"/>
          </w:tcPr>
          <w:p w14:paraId="43FDEEB4" w14:textId="77777777" w:rsidR="0085747A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A5320" w14:paraId="085144CE" w14:textId="77777777" w:rsidTr="005E6E85">
        <w:tc>
          <w:tcPr>
            <w:tcW w:w="1701" w:type="dxa"/>
          </w:tcPr>
          <w:p w14:paraId="4F14CCAF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FD2811" w14:textId="77777777" w:rsidR="001C1ADE" w:rsidRPr="005B578C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demograficzne i określać ich związek z problematyką pracy socjalnej; wykorzystywać wiedzę demograficzną </w:t>
            </w:r>
          </w:p>
          <w:p w14:paraId="69F713DA" w14:textId="77777777"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szCs w:val="24"/>
              </w:rPr>
              <w:t>do diagnozowania procesów i zjawisk społecznych w praktyce pracy socjalnej</w:t>
            </w:r>
            <w:r w:rsidR="00DF5107" w:rsidRPr="005B578C">
              <w:rPr>
                <w:rFonts w:ascii="Corbel" w:hAnsi="Corbel"/>
                <w:b w:val="0"/>
                <w:smallCaps w:val="0"/>
                <w:szCs w:val="24"/>
              </w:rPr>
              <w:t xml:space="preserve">; wykorzystywać </w:t>
            </w:r>
            <w:r w:rsidR="00943D50" w:rsidRPr="005B578C">
              <w:rPr>
                <w:rFonts w:ascii="Corbel" w:hAnsi="Corbel"/>
                <w:b w:val="0"/>
                <w:smallCaps w:val="0"/>
                <w:szCs w:val="24"/>
              </w:rPr>
              <w:t xml:space="preserve"> tę </w:t>
            </w:r>
            <w:r w:rsidR="00DF5107" w:rsidRPr="005B578C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943D50" w:rsidRPr="005B578C">
              <w:rPr>
                <w:rFonts w:ascii="Corbel" w:hAnsi="Corbel"/>
                <w:b w:val="0"/>
                <w:smallCaps w:val="0"/>
                <w:szCs w:val="24"/>
              </w:rPr>
              <w:t>w zakresie kształcenia zawodowego</w:t>
            </w:r>
            <w:r w:rsidR="00943D50" w:rsidRPr="00EE69A3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6C17FD1" w14:textId="77777777" w:rsidR="0085747A" w:rsidRPr="009A5320" w:rsidRDefault="0076214C" w:rsidP="00503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01, 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02, 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034C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A5320" w14:paraId="4A5694A3" w14:textId="77777777" w:rsidTr="005E6E85">
        <w:tc>
          <w:tcPr>
            <w:tcW w:w="1701" w:type="dxa"/>
          </w:tcPr>
          <w:p w14:paraId="30C93814" w14:textId="77777777" w:rsidR="0085747A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279154F" w14:textId="77777777" w:rsidR="0085747A" w:rsidRPr="009A5320" w:rsidRDefault="001C1ADE" w:rsidP="001C1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Student ma kompetencje do posługiwania się podstawowymi podejściami demograficznymi przydatnymi w pracy socjalnej</w:t>
            </w:r>
          </w:p>
        </w:tc>
        <w:tc>
          <w:tcPr>
            <w:tcW w:w="1873" w:type="dxa"/>
          </w:tcPr>
          <w:p w14:paraId="6A333A75" w14:textId="77777777" w:rsidR="0085747A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6910DE6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F24D8" w14:textId="77777777" w:rsidR="0085747A" w:rsidRPr="009A53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>3.3</w:t>
      </w:r>
      <w:r w:rsidR="001D7B54" w:rsidRPr="009A5320">
        <w:rPr>
          <w:rFonts w:ascii="Corbel" w:hAnsi="Corbel"/>
          <w:b/>
          <w:sz w:val="24"/>
          <w:szCs w:val="24"/>
        </w:rPr>
        <w:t xml:space="preserve"> </w:t>
      </w:r>
      <w:r w:rsidR="0085747A" w:rsidRPr="009A5320">
        <w:rPr>
          <w:rFonts w:ascii="Corbel" w:hAnsi="Corbel"/>
          <w:b/>
          <w:sz w:val="24"/>
          <w:szCs w:val="24"/>
        </w:rPr>
        <w:t>T</w:t>
      </w:r>
      <w:r w:rsidR="001D7B54" w:rsidRPr="009A53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A5320">
        <w:rPr>
          <w:rFonts w:ascii="Corbel" w:hAnsi="Corbel"/>
          <w:sz w:val="24"/>
          <w:szCs w:val="24"/>
        </w:rPr>
        <w:t xml:space="preserve">  </w:t>
      </w:r>
    </w:p>
    <w:p w14:paraId="66C548B6" w14:textId="77777777" w:rsidR="0085747A" w:rsidRPr="009A53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Problematyka wykładu </w:t>
      </w:r>
    </w:p>
    <w:p w14:paraId="39834A94" w14:textId="77777777" w:rsidR="00675843" w:rsidRPr="009A53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5320" w14:paraId="76736768" w14:textId="77777777" w:rsidTr="00923D7D">
        <w:tc>
          <w:tcPr>
            <w:tcW w:w="9639" w:type="dxa"/>
          </w:tcPr>
          <w:p w14:paraId="7CD0EF25" w14:textId="77777777" w:rsidR="0085747A" w:rsidRPr="009A53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A5320" w14:paraId="3F9312B5" w14:textId="77777777" w:rsidTr="00923D7D">
        <w:tc>
          <w:tcPr>
            <w:tcW w:w="9639" w:type="dxa"/>
          </w:tcPr>
          <w:p w14:paraId="4453027B" w14:textId="77777777" w:rsidR="0085747A" w:rsidRPr="009A5320" w:rsidRDefault="008B18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841846C" w14:textId="77777777" w:rsidR="0085747A" w:rsidRPr="009A53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81CE78" w14:textId="77777777" w:rsidR="0085747A" w:rsidRPr="00943D50" w:rsidRDefault="0085747A" w:rsidP="00943D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A5320">
        <w:rPr>
          <w:rFonts w:ascii="Corbel" w:hAnsi="Corbel"/>
          <w:sz w:val="24"/>
          <w:szCs w:val="24"/>
        </w:rPr>
        <w:t xml:space="preserve">, </w:t>
      </w:r>
      <w:r w:rsidRPr="009A532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5320" w14:paraId="68D2FFCC" w14:textId="77777777" w:rsidTr="00923D7D">
        <w:tc>
          <w:tcPr>
            <w:tcW w:w="9639" w:type="dxa"/>
          </w:tcPr>
          <w:p w14:paraId="12DAA405" w14:textId="77777777" w:rsidR="0085747A" w:rsidRPr="009A53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C1ADE" w:rsidRPr="009A5320" w14:paraId="445B48B2" w14:textId="77777777" w:rsidTr="00923D7D">
        <w:tc>
          <w:tcPr>
            <w:tcW w:w="9639" w:type="dxa"/>
          </w:tcPr>
          <w:p w14:paraId="01AC26DB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="001C1ADE" w:rsidRPr="009A5320" w14:paraId="1C986609" w14:textId="77777777" w:rsidTr="00923D7D">
        <w:tc>
          <w:tcPr>
            <w:tcW w:w="9639" w:type="dxa"/>
          </w:tcPr>
          <w:p w14:paraId="7D00A3CA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Teoria przejścia demograficznego</w:t>
            </w:r>
          </w:p>
        </w:tc>
      </w:tr>
      <w:tr w:rsidR="001C1ADE" w:rsidRPr="009A5320" w14:paraId="16AE5B4D" w14:textId="77777777" w:rsidTr="00923D7D">
        <w:tc>
          <w:tcPr>
            <w:tcW w:w="9639" w:type="dxa"/>
          </w:tcPr>
          <w:p w14:paraId="1D8F1F3E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="001C1ADE" w:rsidRPr="009A5320" w14:paraId="7C2DC57E" w14:textId="77777777" w:rsidTr="00923D7D">
        <w:tc>
          <w:tcPr>
            <w:tcW w:w="9639" w:type="dxa"/>
          </w:tcPr>
          <w:p w14:paraId="39F16147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="001C1ADE" w:rsidRPr="009A5320" w14:paraId="7745AA4A" w14:textId="77777777" w:rsidTr="00923D7D">
        <w:tc>
          <w:tcPr>
            <w:tcW w:w="9639" w:type="dxa"/>
          </w:tcPr>
          <w:p w14:paraId="02FE77C6" w14:textId="77777777" w:rsidR="001C1ADE" w:rsidRPr="009A5320" w:rsidRDefault="001C1AD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Demografia Polski i Podkarpacia na tle UE</w:t>
            </w:r>
          </w:p>
        </w:tc>
      </w:tr>
    </w:tbl>
    <w:p w14:paraId="46A2BE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61586D" w14:textId="77777777"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8A42C8" w14:textId="77777777"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0F627" w14:textId="77777777" w:rsidR="00943D5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02DFB" w14:textId="77777777" w:rsidR="00943D50" w:rsidRPr="009A5320" w:rsidRDefault="00943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0BABE" w14:textId="77777777" w:rsidR="0085747A" w:rsidRPr="009A53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lastRenderedPageBreak/>
        <w:t>3.4 Metody dydaktyczne</w:t>
      </w:r>
      <w:r w:rsidRPr="009A5320">
        <w:rPr>
          <w:rFonts w:ascii="Corbel" w:hAnsi="Corbel"/>
          <w:b w:val="0"/>
          <w:smallCaps w:val="0"/>
          <w:szCs w:val="24"/>
        </w:rPr>
        <w:t xml:space="preserve"> </w:t>
      </w:r>
    </w:p>
    <w:p w14:paraId="2B98EC95" w14:textId="77777777" w:rsidR="008B1873" w:rsidRDefault="008B18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B8D6A3" w14:textId="77777777" w:rsidR="0085747A" w:rsidRPr="009A5320" w:rsidRDefault="001C1A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b w:val="0"/>
          <w:smallCaps w:val="0"/>
          <w:szCs w:val="24"/>
        </w:rPr>
        <w:t>Wykład wprowadzający z prezentacją multimedialną, dyskusja, analiza przykładów</w:t>
      </w:r>
    </w:p>
    <w:p w14:paraId="620F0221" w14:textId="77777777" w:rsidR="00E960BB" w:rsidRPr="009A53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D1A0CC" w14:textId="77777777" w:rsidR="0085747A" w:rsidRPr="009A53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 </w:t>
      </w:r>
      <w:r w:rsidR="0085747A" w:rsidRPr="009A5320">
        <w:rPr>
          <w:rFonts w:ascii="Corbel" w:hAnsi="Corbel"/>
          <w:smallCaps w:val="0"/>
          <w:szCs w:val="24"/>
        </w:rPr>
        <w:t>METODY I KRYTERIA OCENY</w:t>
      </w:r>
      <w:r w:rsidR="009F4610" w:rsidRPr="009A5320">
        <w:rPr>
          <w:rFonts w:ascii="Corbel" w:hAnsi="Corbel"/>
          <w:smallCaps w:val="0"/>
          <w:szCs w:val="24"/>
        </w:rPr>
        <w:t xml:space="preserve"> </w:t>
      </w:r>
    </w:p>
    <w:p w14:paraId="2912B922" w14:textId="77777777" w:rsidR="00923D7D" w:rsidRPr="009A53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550D1D" w14:textId="77777777" w:rsidR="0085747A" w:rsidRPr="00943D50" w:rsidRDefault="0085747A" w:rsidP="00943D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53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2"/>
        <w:gridCol w:w="2343"/>
      </w:tblGrid>
      <w:tr w:rsidR="0085747A" w:rsidRPr="009A5320" w14:paraId="1A3B8D49" w14:textId="77777777" w:rsidTr="00C05F44">
        <w:tc>
          <w:tcPr>
            <w:tcW w:w="1985" w:type="dxa"/>
            <w:vAlign w:val="center"/>
          </w:tcPr>
          <w:p w14:paraId="2FE5017B" w14:textId="77777777" w:rsidR="0085747A" w:rsidRPr="009A53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768D64" w14:textId="77777777" w:rsidR="0085747A" w:rsidRPr="009A53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1B4100" w14:textId="77777777" w:rsidR="0085747A" w:rsidRPr="009A53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A99404A" w14:textId="77777777" w:rsidR="00923D7D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4445EF" w14:textId="77777777" w:rsidR="0085747A" w:rsidRPr="009A53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3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3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9A5320" w14:paraId="46F6E8D2" w14:textId="77777777" w:rsidTr="000C300B">
        <w:tc>
          <w:tcPr>
            <w:tcW w:w="1985" w:type="dxa"/>
          </w:tcPr>
          <w:p w14:paraId="79A7EA7B" w14:textId="4517DEFB" w:rsidR="000C300B" w:rsidRPr="009A5320" w:rsidRDefault="006545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C300B" w:rsidRPr="009A532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vMerge w:val="restart"/>
            <w:vAlign w:val="center"/>
          </w:tcPr>
          <w:p w14:paraId="39DB5D08" w14:textId="77777777" w:rsidR="000C300B" w:rsidRPr="009A5320" w:rsidRDefault="004A1969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A1969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A19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00B" w:rsidRPr="004A1969">
              <w:rPr>
                <w:rFonts w:ascii="Corbel" w:hAnsi="Corbel"/>
                <w:caps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Merge w:val="restart"/>
            <w:vAlign w:val="center"/>
          </w:tcPr>
          <w:p w14:paraId="2F8CC88F" w14:textId="77777777" w:rsidR="000C300B" w:rsidRPr="009A5320" w:rsidRDefault="000C300B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300B" w:rsidRPr="009A5320" w14:paraId="503A1B4B" w14:textId="77777777" w:rsidTr="00C05F44">
        <w:tc>
          <w:tcPr>
            <w:tcW w:w="1985" w:type="dxa"/>
          </w:tcPr>
          <w:p w14:paraId="094E9616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3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26E07CA5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0D1A97B1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C300B" w:rsidRPr="009A5320" w14:paraId="63248743" w14:textId="77777777" w:rsidTr="00C05F44">
        <w:tc>
          <w:tcPr>
            <w:tcW w:w="1985" w:type="dxa"/>
          </w:tcPr>
          <w:p w14:paraId="6035FCB6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32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122CC49C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A7F5D20" w14:textId="77777777" w:rsidR="000C300B" w:rsidRPr="009A532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B661219" w14:textId="77777777" w:rsidR="00923D7D" w:rsidRPr="009A53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10D1D" w14:textId="77777777" w:rsidR="0085747A" w:rsidRPr="009A53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4.2 </w:t>
      </w:r>
      <w:r w:rsidR="0085747A" w:rsidRPr="009A53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A5320">
        <w:rPr>
          <w:rFonts w:ascii="Corbel" w:hAnsi="Corbel"/>
          <w:smallCaps w:val="0"/>
          <w:szCs w:val="24"/>
        </w:rPr>
        <w:t xml:space="preserve"> </w:t>
      </w:r>
    </w:p>
    <w:p w14:paraId="1FF10F0B" w14:textId="77777777" w:rsidR="00923D7D" w:rsidRPr="009A53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5320" w14:paraId="11CB6B97" w14:textId="77777777" w:rsidTr="00923D7D">
        <w:tc>
          <w:tcPr>
            <w:tcW w:w="9670" w:type="dxa"/>
          </w:tcPr>
          <w:p w14:paraId="7DDAD5FC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501F34" w14:textId="77777777" w:rsidR="00923D7D" w:rsidRPr="009A5320" w:rsidRDefault="001C1A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14:paraId="4FC9F511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EB2E3C" w14:textId="77777777" w:rsidR="0085747A" w:rsidRPr="009A53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599E59" w14:textId="77777777" w:rsidR="0085747A" w:rsidRPr="00DD56BC" w:rsidRDefault="0085747A" w:rsidP="00DD56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 xml:space="preserve">5. </w:t>
      </w:r>
      <w:r w:rsidR="00C61DC5" w:rsidRPr="009A53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A5320" w14:paraId="7F6734FF" w14:textId="77777777" w:rsidTr="003E1941">
        <w:tc>
          <w:tcPr>
            <w:tcW w:w="4962" w:type="dxa"/>
            <w:vAlign w:val="center"/>
          </w:tcPr>
          <w:p w14:paraId="791C7B0B" w14:textId="77777777" w:rsidR="0085747A" w:rsidRPr="009A53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53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53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95679" w14:textId="77777777" w:rsidR="0085747A" w:rsidRPr="009A53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53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A53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A53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A5320" w14:paraId="586E6F59" w14:textId="77777777" w:rsidTr="000C300B">
        <w:tc>
          <w:tcPr>
            <w:tcW w:w="4962" w:type="dxa"/>
          </w:tcPr>
          <w:p w14:paraId="3569210F" w14:textId="77777777" w:rsidR="0085747A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G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A53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A53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A532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A532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A53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3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1D261132" w14:textId="77777777"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A5320" w14:paraId="071F29E1" w14:textId="77777777" w:rsidTr="000C300B">
        <w:tc>
          <w:tcPr>
            <w:tcW w:w="4962" w:type="dxa"/>
          </w:tcPr>
          <w:p w14:paraId="1FB28E6A" w14:textId="77777777"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A532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0E2D42" w14:textId="77777777"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AEB1205" w14:textId="77777777" w:rsidR="00C61DC5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A5320" w14:paraId="273ED67C" w14:textId="77777777" w:rsidTr="000C300B">
        <w:tc>
          <w:tcPr>
            <w:tcW w:w="4962" w:type="dxa"/>
          </w:tcPr>
          <w:p w14:paraId="51964AF8" w14:textId="77777777" w:rsidR="0071620A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DC6E8B5" w14:textId="77777777" w:rsidR="00C61DC5" w:rsidRPr="009A53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22DA2EB7" w14:textId="77777777" w:rsidR="00C61DC5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A5320" w14:paraId="1D9402CF" w14:textId="77777777" w:rsidTr="000C300B">
        <w:tc>
          <w:tcPr>
            <w:tcW w:w="4962" w:type="dxa"/>
          </w:tcPr>
          <w:p w14:paraId="30B708C6" w14:textId="77777777" w:rsidR="0085747A" w:rsidRPr="009A53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8D85078" w14:textId="77777777"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A5320" w14:paraId="3EEDA825" w14:textId="77777777" w:rsidTr="000C300B">
        <w:tc>
          <w:tcPr>
            <w:tcW w:w="4962" w:type="dxa"/>
          </w:tcPr>
          <w:p w14:paraId="523C7260" w14:textId="77777777" w:rsidR="0085747A" w:rsidRPr="009A53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3FCA909" w14:textId="77777777" w:rsidR="0085747A" w:rsidRPr="009A5320" w:rsidRDefault="000C300B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58603E" w14:textId="77777777" w:rsidR="0085747A" w:rsidRPr="009A53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3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53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710B54" w14:textId="77777777" w:rsidR="003E1941" w:rsidRPr="009A53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CC896F" w14:textId="77777777" w:rsidR="0085747A" w:rsidRPr="009A53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6. </w:t>
      </w:r>
      <w:r w:rsidR="0085747A" w:rsidRPr="009A5320">
        <w:rPr>
          <w:rFonts w:ascii="Corbel" w:hAnsi="Corbel"/>
          <w:smallCaps w:val="0"/>
          <w:szCs w:val="24"/>
        </w:rPr>
        <w:t>PRAKTYKI ZAWO</w:t>
      </w:r>
      <w:r w:rsidR="009D3F3B" w:rsidRPr="009A5320">
        <w:rPr>
          <w:rFonts w:ascii="Corbel" w:hAnsi="Corbel"/>
          <w:smallCaps w:val="0"/>
          <w:szCs w:val="24"/>
        </w:rPr>
        <w:t>DOWE W RAMACH PRZEDMIOTU</w:t>
      </w:r>
    </w:p>
    <w:p w14:paraId="57C11AB9" w14:textId="77777777" w:rsidR="0085747A" w:rsidRPr="009A53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A5320" w14:paraId="198D9967" w14:textId="77777777" w:rsidTr="0071620A">
        <w:trPr>
          <w:trHeight w:val="397"/>
        </w:trPr>
        <w:tc>
          <w:tcPr>
            <w:tcW w:w="3544" w:type="dxa"/>
          </w:tcPr>
          <w:p w14:paraId="262B1C47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E886F0" w14:textId="77777777" w:rsidR="0085747A" w:rsidRPr="009A5320" w:rsidRDefault="004A19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5320" w14:paraId="70E1761C" w14:textId="77777777" w:rsidTr="0071620A">
        <w:trPr>
          <w:trHeight w:val="397"/>
        </w:trPr>
        <w:tc>
          <w:tcPr>
            <w:tcW w:w="3544" w:type="dxa"/>
          </w:tcPr>
          <w:p w14:paraId="6842D3B1" w14:textId="77777777" w:rsidR="0085747A" w:rsidRPr="009A53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C00DE2" w14:textId="77777777" w:rsidR="0085747A" w:rsidRPr="009A5320" w:rsidRDefault="004A19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7CF6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1B1A1" w14:textId="77777777"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08362B" w14:textId="77777777" w:rsid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2F0CD" w14:textId="77777777" w:rsidR="00DD56BC" w:rsidRDefault="00DD56B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ACD8F0" w14:textId="77777777" w:rsidR="00DD56BC" w:rsidRDefault="00DD56B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F18AB" w14:textId="77777777" w:rsidR="009A5320" w:rsidRPr="009A5320" w:rsidRDefault="009A5320" w:rsidP="005B57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522466" w14:textId="77777777" w:rsidR="0085747A" w:rsidRPr="009A53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A5320">
        <w:rPr>
          <w:rFonts w:ascii="Corbel" w:hAnsi="Corbel"/>
          <w:smallCaps w:val="0"/>
          <w:szCs w:val="24"/>
        </w:rPr>
        <w:t>LITERATURA</w:t>
      </w:r>
      <w:r w:rsidRPr="009A5320">
        <w:rPr>
          <w:rFonts w:ascii="Corbel" w:hAnsi="Corbel"/>
          <w:smallCaps w:val="0"/>
          <w:szCs w:val="24"/>
        </w:rPr>
        <w:t xml:space="preserve"> </w:t>
      </w:r>
    </w:p>
    <w:p w14:paraId="5B4B3372" w14:textId="77777777" w:rsidR="00675843" w:rsidRPr="009A53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5320" w14:paraId="365C352D" w14:textId="77777777" w:rsidTr="00DD56BC">
        <w:trPr>
          <w:trHeight w:val="397"/>
        </w:trPr>
        <w:tc>
          <w:tcPr>
            <w:tcW w:w="9639" w:type="dxa"/>
          </w:tcPr>
          <w:p w14:paraId="289DB0B5" w14:textId="5C253E74" w:rsidR="009A5320" w:rsidRPr="005B578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490CCD2" w14:textId="6724C780" w:rsidR="000C300B" w:rsidRPr="009A5320" w:rsidRDefault="00EE69A3" w:rsidP="000C3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Okólski, M.,  </w:t>
            </w:r>
            <w:proofErr w:type="spellStart"/>
            <w:r w:rsidR="000C300B"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Fihel</w:t>
            </w:r>
            <w:proofErr w:type="spellEnd"/>
            <w:r w:rsidR="000C300B"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5B578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C300B"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Demografia. Współczesne zjawiska i teorie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Scholar.</w:t>
            </w:r>
          </w:p>
          <w:p w14:paraId="19503DB6" w14:textId="5B55808A" w:rsidR="000C300B" w:rsidRPr="009A5320" w:rsidRDefault="005B578C" w:rsidP="005B578C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GUS (2017).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C300B"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demograficzny Polski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C300B"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E69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E69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Dostępne online : </w:t>
            </w:r>
            <w:hyperlink r:id="rId8" w:history="1">
              <w:r w:rsidR="00EE69A3" w:rsidRPr="00C720D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https://stat.gov.pl/obszary-tematyczne/inne-opracowania/inne-opracowania-zbiorcze/atlas-demograficzny-polski,28,1.html</w:t>
              </w:r>
            </w:hyperlink>
            <w:r w:rsidR="00EE69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A5320" w14:paraId="640363E1" w14:textId="77777777" w:rsidTr="00DD56BC">
        <w:trPr>
          <w:trHeight w:val="397"/>
        </w:trPr>
        <w:tc>
          <w:tcPr>
            <w:tcW w:w="9639" w:type="dxa"/>
          </w:tcPr>
          <w:p w14:paraId="2554831B" w14:textId="7A3104AC" w:rsidR="009A5320" w:rsidRPr="005B578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F614300" w14:textId="77777777" w:rsidR="005B578C" w:rsidRDefault="000C300B" w:rsidP="005B578C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Harper,</w:t>
            </w:r>
            <w:r w:rsidR="00297ECB"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(2018).</w:t>
            </w: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Demography</w:t>
            </w:r>
            <w:proofErr w:type="spellEnd"/>
            <w:r w:rsidRP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Very Short Introduction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.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Oxford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: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="00297ECB" w:rsidRPr="005B57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Wyd. </w:t>
            </w:r>
            <w:r w:rsidR="00297ECB"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Oxford University Press.</w:t>
            </w:r>
          </w:p>
          <w:p w14:paraId="4A90F1CC" w14:textId="466FCDF8" w:rsidR="005B578C" w:rsidRDefault="000C300B" w:rsidP="005B578C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Holzer,</w:t>
            </w:r>
            <w:r w:rsidR="00297ECB"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(2003). </w:t>
            </w:r>
            <w:r w:rsidRPr="00297E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297ECB"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P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olskie Wydawnictwo Ekonomiczne.</w:t>
            </w:r>
          </w:p>
          <w:p w14:paraId="10604C72" w14:textId="65FD9CD1" w:rsidR="005B578C" w:rsidRPr="005B578C" w:rsidRDefault="000C300B" w:rsidP="005B578C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Okólski, 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(2004).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 zmiany społecznej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297ECB"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="00297ECB" w:rsidRPr="005B57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Scholar.</w:t>
            </w:r>
          </w:p>
          <w:p w14:paraId="18113484" w14:textId="07F78A6F" w:rsidR="005B578C" w:rsidRDefault="000C300B" w:rsidP="005B578C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Okólski</w:t>
            </w:r>
            <w:r w:rsidR="000B1D13"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r w:rsidR="005B578C"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="000B1D13"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(1990)</w:t>
            </w:r>
            <w:r w:rsidR="005B578C"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0B1D13"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przejścia demograficznego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Wydawnictwo Ekonomiczne. </w:t>
            </w:r>
          </w:p>
          <w:p w14:paraId="195B70CF" w14:textId="18A1F3C3" w:rsidR="000C300B" w:rsidRPr="005B578C" w:rsidRDefault="000C300B" w:rsidP="005B578C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Stokowski,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 (2015).</w:t>
            </w: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Polskie Wydawnictwo Ekonomiczne.</w:t>
            </w:r>
          </w:p>
        </w:tc>
      </w:tr>
    </w:tbl>
    <w:p w14:paraId="711B8ECB" w14:textId="77777777" w:rsidR="0085747A" w:rsidRPr="009A53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41FCB4" w14:textId="77777777" w:rsidR="009A5320" w:rsidRPr="009A5320" w:rsidRDefault="009A532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886215" w14:textId="77777777" w:rsidR="0085747A" w:rsidRPr="009A532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3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A5320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13E0" w14:textId="77777777" w:rsidR="001436A9" w:rsidRDefault="001436A9" w:rsidP="00C16ABF">
      <w:pPr>
        <w:spacing w:after="0" w:line="240" w:lineRule="auto"/>
      </w:pPr>
      <w:r>
        <w:separator/>
      </w:r>
    </w:p>
  </w:endnote>
  <w:endnote w:type="continuationSeparator" w:id="0">
    <w:p w14:paraId="1EA370E0" w14:textId="77777777" w:rsidR="001436A9" w:rsidRDefault="001436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9945327"/>
      <w:docPartObj>
        <w:docPartGallery w:val="Page Numbers (Bottom of Page)"/>
        <w:docPartUnique/>
      </w:docPartObj>
    </w:sdtPr>
    <w:sdtEndPr/>
    <w:sdtContent>
      <w:p w14:paraId="59A936A0" w14:textId="77777777" w:rsidR="009A5320" w:rsidRDefault="007B68A4">
        <w:pPr>
          <w:pStyle w:val="Stopka"/>
          <w:jc w:val="center"/>
        </w:pPr>
        <w:r>
          <w:fldChar w:fldCharType="begin"/>
        </w:r>
        <w:r w:rsidR="009A5320">
          <w:instrText>PAGE   \* MERGEFORMAT</w:instrText>
        </w:r>
        <w:r>
          <w:fldChar w:fldCharType="separate"/>
        </w:r>
        <w:r w:rsidR="000B1D13">
          <w:rPr>
            <w:noProof/>
          </w:rPr>
          <w:t>4</w:t>
        </w:r>
        <w:r>
          <w:fldChar w:fldCharType="end"/>
        </w:r>
      </w:p>
    </w:sdtContent>
  </w:sdt>
  <w:p w14:paraId="4BA17124" w14:textId="77777777" w:rsidR="009A5320" w:rsidRDefault="009A5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1EC0E" w14:textId="77777777" w:rsidR="001436A9" w:rsidRDefault="001436A9" w:rsidP="00C16ABF">
      <w:pPr>
        <w:spacing w:after="0" w:line="240" w:lineRule="auto"/>
      </w:pPr>
      <w:r>
        <w:separator/>
      </w:r>
    </w:p>
  </w:footnote>
  <w:footnote w:type="continuationSeparator" w:id="0">
    <w:p w14:paraId="0352DC96" w14:textId="77777777" w:rsidR="001436A9" w:rsidRDefault="001436A9" w:rsidP="00C16ABF">
      <w:pPr>
        <w:spacing w:after="0" w:line="240" w:lineRule="auto"/>
      </w:pPr>
      <w:r>
        <w:continuationSeparator/>
      </w:r>
    </w:p>
  </w:footnote>
  <w:footnote w:id="1">
    <w:p w14:paraId="4FAAFB3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D13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36A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4DF"/>
    <w:rsid w:val="001C1ADE"/>
    <w:rsid w:val="001D0A1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EC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9D4"/>
    <w:rsid w:val="003B761B"/>
    <w:rsid w:val="003B7A22"/>
    <w:rsid w:val="003C0BAE"/>
    <w:rsid w:val="003C1B86"/>
    <w:rsid w:val="003D18A9"/>
    <w:rsid w:val="003D6CE2"/>
    <w:rsid w:val="003E0D80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969"/>
    <w:rsid w:val="004A3EEA"/>
    <w:rsid w:val="004A4D1F"/>
    <w:rsid w:val="004C5E1C"/>
    <w:rsid w:val="004D5282"/>
    <w:rsid w:val="004F1551"/>
    <w:rsid w:val="004F55A3"/>
    <w:rsid w:val="005034CB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578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5B6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14C"/>
    <w:rsid w:val="00763BF1"/>
    <w:rsid w:val="00766FD4"/>
    <w:rsid w:val="0078168C"/>
    <w:rsid w:val="00787C2A"/>
    <w:rsid w:val="00790E27"/>
    <w:rsid w:val="0079503C"/>
    <w:rsid w:val="007A4022"/>
    <w:rsid w:val="007A6E6E"/>
    <w:rsid w:val="007B68A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8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D50"/>
    <w:rsid w:val="009508DF"/>
    <w:rsid w:val="00950DAC"/>
    <w:rsid w:val="00954A07"/>
    <w:rsid w:val="00997F14"/>
    <w:rsid w:val="009A5320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73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D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6BC"/>
    <w:rsid w:val="00DE09C0"/>
    <w:rsid w:val="00DE4A14"/>
    <w:rsid w:val="00DF320D"/>
    <w:rsid w:val="00DF5107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3EF"/>
    <w:rsid w:val="00EE32DE"/>
    <w:rsid w:val="00EE5457"/>
    <w:rsid w:val="00EE69A3"/>
    <w:rsid w:val="00F070AB"/>
    <w:rsid w:val="00F17567"/>
    <w:rsid w:val="00F27A7B"/>
    <w:rsid w:val="00F526AF"/>
    <w:rsid w:val="00F617C3"/>
    <w:rsid w:val="00F7066B"/>
    <w:rsid w:val="00F7115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97BD"/>
  <w15:docId w15:val="{3766F3F6-3101-4E07-AE12-5EAAF9D08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inne-opracowania/inne-opracowania-zbiorcze/atlas-demograficzny-polski,28,1.htm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C98717-0781-437A-8D24-2E260F3BE6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CDFAD-37CF-4F85-8FEB-3B9468E693D7}"/>
</file>

<file path=customXml/itemProps3.xml><?xml version="1.0" encoding="utf-8"?>
<ds:datastoreItem xmlns:ds="http://schemas.openxmlformats.org/officeDocument/2006/customXml" ds:itemID="{E12B3B76-29A1-4259-9828-00B57DCFF0BB}"/>
</file>

<file path=customXml/itemProps4.xml><?xml version="1.0" encoding="utf-8"?>
<ds:datastoreItem xmlns:ds="http://schemas.openxmlformats.org/officeDocument/2006/customXml" ds:itemID="{2ED98438-0578-4AEC-A2E8-5C57AADB047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4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5</cp:revision>
  <cp:lastPrinted>2019-02-06T12:12:00Z</cp:lastPrinted>
  <dcterms:created xsi:type="dcterms:W3CDTF">2021-09-20T19:09:00Z</dcterms:created>
  <dcterms:modified xsi:type="dcterms:W3CDTF">2021-09-21T19:24:00Z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